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63781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844497" wp14:editId="28483A76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20FA0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17286B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6FE520E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59EB043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3DCD7A1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784449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" filled="f" stroked="f">
                <v:textbox>
                  <w:txbxContent>
                    <w:p w14:paraId="52620FA0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17286B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6FE520E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59EB043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3DCD7A1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615C1804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F78007" wp14:editId="32F79178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621F7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42314A" wp14:editId="1A69A7D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5F78007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" filled="f" stroked="f">
                <v:textbox style="mso-fit-shape-to-text:t">
                  <w:txbxContent>
                    <w:p w14:paraId="0BD621F7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42314A" wp14:editId="1A69A7D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5124E96" w14:textId="77777777" w:rsidR="00F212F6" w:rsidRPr="007B3C79" w:rsidRDefault="00F212F6" w:rsidP="00F212F6">
      <w:pPr>
        <w:rPr>
          <w:sz w:val="23"/>
          <w:szCs w:val="23"/>
        </w:rPr>
      </w:pPr>
    </w:p>
    <w:p w14:paraId="4A5D9101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94650F" wp14:editId="7DF5E0B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0290BC44" w14:textId="77777777" w:rsidR="003A358B" w:rsidRPr="00041150" w:rsidRDefault="003A358B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37D5C0A3" w14:textId="77777777" w:rsidTr="00FC53F1">
        <w:tc>
          <w:tcPr>
            <w:tcW w:w="4786" w:type="dxa"/>
          </w:tcPr>
          <w:p w14:paraId="05933B92" w14:textId="4006C242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</w:t>
            </w:r>
            <w:r w:rsidR="00CD6830">
              <w:rPr>
                <w:sz w:val="22"/>
                <w:szCs w:val="22"/>
              </w:rPr>
              <w:t>0</w:t>
            </w:r>
            <w:r w:rsidR="004E206E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</w:p>
          <w:p w14:paraId="7C6112B9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33184D5E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465CD7C1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72CDE153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5F4A21AA" w14:textId="62D6E898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r w:rsidR="00AA3468">
              <w:rPr>
                <w:sz w:val="22"/>
                <w:szCs w:val="22"/>
              </w:rPr>
              <w:t xml:space="preserve">nem lakás céljára szolgáló helyiségek </w:t>
            </w:r>
            <w:r w:rsidR="002A6FF5">
              <w:rPr>
                <w:sz w:val="22"/>
                <w:szCs w:val="22"/>
              </w:rPr>
              <w:t>közérdekű célú felhasználása</w:t>
            </w:r>
            <w:r w:rsidR="00FC53F1">
              <w:rPr>
                <w:sz w:val="22"/>
                <w:szCs w:val="22"/>
              </w:rPr>
              <w:t xml:space="preserve"> </w:t>
            </w:r>
            <w:r w:rsidR="00FC53F1" w:rsidRPr="00A45164">
              <w:rPr>
                <w:sz w:val="22"/>
                <w:szCs w:val="22"/>
              </w:rPr>
              <w:t>2</w:t>
            </w:r>
            <w:r w:rsidR="004E206E">
              <w:rPr>
                <w:sz w:val="22"/>
                <w:szCs w:val="22"/>
              </w:rPr>
              <w:t>026</w:t>
            </w:r>
            <w:r w:rsidR="00FC53F1" w:rsidRPr="00A45164">
              <w:rPr>
                <w:sz w:val="22"/>
                <w:szCs w:val="22"/>
              </w:rPr>
              <w:t>-b</w:t>
            </w:r>
            <w:r w:rsidR="004E206E">
              <w:rPr>
                <w:sz w:val="22"/>
                <w:szCs w:val="22"/>
              </w:rPr>
              <w:t>a</w:t>
            </w:r>
            <w:r w:rsidR="00FC53F1" w:rsidRPr="00A45164">
              <w:rPr>
                <w:sz w:val="22"/>
                <w:szCs w:val="22"/>
              </w:rPr>
              <w:t xml:space="preserve">n lejáró </w:t>
            </w:r>
            <w:r w:rsidR="00FC53F1">
              <w:rPr>
                <w:sz w:val="22"/>
                <w:szCs w:val="22"/>
              </w:rPr>
              <w:t xml:space="preserve">bérleti szerződések esetén </w:t>
            </w:r>
            <w:bookmarkEnd w:id="0"/>
            <w:r w:rsidR="006F7D52">
              <w:rPr>
                <w:sz w:val="22"/>
                <w:szCs w:val="22"/>
              </w:rPr>
              <w:t xml:space="preserve"> </w:t>
            </w:r>
          </w:p>
          <w:p w14:paraId="39FA61FB" w14:textId="77777777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558DB140" w14:textId="77777777" w:rsidR="00B54CCC" w:rsidRPr="00B54CCC" w:rsidRDefault="00B54CCC" w:rsidP="00AA3468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580D837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1AF390F2" w14:textId="77777777" w:rsidR="009A0ACA" w:rsidRDefault="009A0ACA" w:rsidP="009A0ACA">
      <w:pPr>
        <w:jc w:val="center"/>
        <w:rPr>
          <w:b/>
        </w:rPr>
      </w:pPr>
      <w:r w:rsidRPr="00C859DD">
        <w:rPr>
          <w:b/>
        </w:rPr>
        <w:t>ELŐTERJESZTÉS</w:t>
      </w:r>
    </w:p>
    <w:p w14:paraId="0D0C5B06" w14:textId="77777777" w:rsidR="00AC0366" w:rsidRPr="00C859DD" w:rsidRDefault="00AC0366" w:rsidP="009A0ACA">
      <w:pPr>
        <w:jc w:val="center"/>
        <w:rPr>
          <w:b/>
        </w:rPr>
      </w:pPr>
    </w:p>
    <w:p w14:paraId="2E0CB71E" w14:textId="03E401A6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4E206E">
        <w:t>26</w:t>
      </w:r>
      <w:r>
        <w:t xml:space="preserve">. </w:t>
      </w:r>
      <w:r w:rsidR="00326D47">
        <w:t xml:space="preserve">január </w:t>
      </w:r>
      <w:r w:rsidR="004E206E">
        <w:t>22</w:t>
      </w:r>
      <w:r>
        <w:t>-i</w:t>
      </w:r>
      <w:r w:rsidR="00326D47">
        <w:t xml:space="preserve"> </w:t>
      </w:r>
      <w:r w:rsidRPr="00C859DD">
        <w:t>ülésére</w:t>
      </w:r>
    </w:p>
    <w:p w14:paraId="38D9CDBE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16B6D5AE" w14:textId="77777777" w:rsidR="00886A73" w:rsidRDefault="00886A73" w:rsidP="00B75EE9">
      <w:pPr>
        <w:jc w:val="both"/>
      </w:pPr>
    </w:p>
    <w:p w14:paraId="7F303E03" w14:textId="5B895EBE" w:rsidR="0017286B" w:rsidRDefault="0017286B" w:rsidP="0017286B">
      <w:pPr>
        <w:jc w:val="both"/>
      </w:pPr>
      <w:r>
        <w:t xml:space="preserve">Cegléd Város </w:t>
      </w:r>
      <w:r w:rsidR="00CD6830">
        <w:t>Önkormányzata Képviselő-testületének az önkormányzat tulajdonában lévő lakások és helyiségek bérletéről szóló 11/2023. (IV. 27.) önkormányzati rendelete</w:t>
      </w:r>
      <w:r>
        <w:t xml:space="preserve"> </w:t>
      </w:r>
      <w:r w:rsidR="00CD6830">
        <w:t>40</w:t>
      </w:r>
      <w:r>
        <w:t>. § (</w:t>
      </w:r>
      <w:r w:rsidR="00CD6830">
        <w:t>2</w:t>
      </w:r>
      <w:r>
        <w:t xml:space="preserve">) bekezdése szerint a nem lakás céljára szolgáló helyiségekre vonatkozó bérleti szerződések abban az esetben kerülhetnek meghosszabbításra, ha </w:t>
      </w:r>
      <w:r w:rsidR="002616A2" w:rsidRPr="00A45164">
        <w:t>ezen helyiségekre</w:t>
      </w:r>
      <w:r w:rsidR="002616A2">
        <w:t xml:space="preserve"> </w:t>
      </w:r>
      <w:r>
        <w:t>Cegléd Város Önkormányzatának Képviselő-testülete önkormányzati közfeladatok ellátásához vagy közérdekű célú felhasználás esetén nem tart</w:t>
      </w:r>
      <w:r w:rsidR="002616A2">
        <w:t xml:space="preserve"> </w:t>
      </w:r>
      <w:r>
        <w:t>igényt.</w:t>
      </w:r>
    </w:p>
    <w:p w14:paraId="78C7F611" w14:textId="77777777" w:rsidR="0017286B" w:rsidRDefault="0017286B" w:rsidP="0017286B">
      <w:pPr>
        <w:jc w:val="both"/>
      </w:pPr>
    </w:p>
    <w:p w14:paraId="2A37E97B" w14:textId="289FF60A" w:rsidR="0091637F" w:rsidRDefault="0017286B" w:rsidP="0017286B">
      <w:pPr>
        <w:jc w:val="both"/>
      </w:pPr>
      <w:r>
        <w:t>20</w:t>
      </w:r>
      <w:r w:rsidR="004E206E">
        <w:t>26</w:t>
      </w:r>
      <w:r>
        <w:t>. január 1-től 20</w:t>
      </w:r>
      <w:r w:rsidR="004E206E">
        <w:t>26</w:t>
      </w:r>
      <w:r>
        <w:t xml:space="preserve">. december 31-ig </w:t>
      </w:r>
      <w:r w:rsidR="004E206E">
        <w:t>6</w:t>
      </w:r>
      <w:r>
        <w:t xml:space="preserve"> db nem lakás céljára szolgáló helyiség bérleti</w:t>
      </w:r>
      <w:r w:rsidR="00AB62E8">
        <w:t>, vagy használati</w:t>
      </w:r>
      <w:r>
        <w:t xml:space="preserve"> szerződése jár le:</w:t>
      </w:r>
    </w:p>
    <w:p w14:paraId="3E04DE8A" w14:textId="77777777" w:rsidR="002D1A5B" w:rsidRDefault="002D1A5B" w:rsidP="0091637F">
      <w:pPr>
        <w:jc w:val="both"/>
      </w:pPr>
    </w:p>
    <w:p w14:paraId="5BDA1937" w14:textId="068A7718" w:rsidR="00E81F46" w:rsidRDefault="00FC53F1" w:rsidP="0091637F">
      <w:pPr>
        <w:jc w:val="both"/>
      </w:pPr>
      <w:r>
        <w:t xml:space="preserve">Cegléd, </w:t>
      </w:r>
      <w:r w:rsidR="0017286B">
        <w:t xml:space="preserve">belterület </w:t>
      </w:r>
      <w:r w:rsidR="004E206E">
        <w:t>127/A/1</w:t>
      </w:r>
      <w:r w:rsidR="0017286B">
        <w:t xml:space="preserve"> hrsz, </w:t>
      </w:r>
      <w:r w:rsidR="004E206E">
        <w:t>Batthyány u. 18. szám alatti 99</w:t>
      </w:r>
      <w:r w:rsidR="0017286B">
        <w:t xml:space="preserve"> m</w:t>
      </w:r>
      <w:r w:rsidR="0017286B">
        <w:rPr>
          <w:vertAlign w:val="superscript"/>
        </w:rPr>
        <w:t>2</w:t>
      </w:r>
      <w:r w:rsidR="0017286B">
        <w:t xml:space="preserve"> alapterületű </w:t>
      </w:r>
      <w:r w:rsidR="00AB62E8">
        <w:t>üzlethelyiség</w:t>
      </w:r>
      <w:r w:rsidR="004E206E">
        <w:t xml:space="preserve"> (</w:t>
      </w:r>
      <w:r w:rsidR="00A7509A">
        <w:t xml:space="preserve">festékbolt) </w:t>
      </w:r>
      <w:r w:rsidR="00A7509A" w:rsidRPr="00A7509A">
        <w:t>(</w:t>
      </w:r>
      <w:r w:rsidR="0017286B">
        <w:t>2</w:t>
      </w:r>
      <w:r w:rsidR="004E206E">
        <w:t>026</w:t>
      </w:r>
      <w:r w:rsidR="0017286B">
        <w:t xml:space="preserve">. </w:t>
      </w:r>
      <w:r w:rsidR="004E206E">
        <w:t>december 31</w:t>
      </w:r>
      <w:r w:rsidR="0017286B">
        <w:t>-</w:t>
      </w:r>
      <w:r w:rsidR="007F48EC">
        <w:t>é</w:t>
      </w:r>
      <w:r w:rsidR="0017286B">
        <w:t>n jár le)</w:t>
      </w:r>
      <w:r w:rsidR="004A2B77">
        <w:t>,</w:t>
      </w:r>
    </w:p>
    <w:p w14:paraId="59063EF3" w14:textId="20E17C22" w:rsidR="004A2B77" w:rsidRDefault="00FC53F1" w:rsidP="0091637F">
      <w:pPr>
        <w:jc w:val="both"/>
      </w:pPr>
      <w:r>
        <w:t xml:space="preserve">Cegléd, </w:t>
      </w:r>
      <w:r w:rsidR="0017286B">
        <w:t xml:space="preserve">belterület </w:t>
      </w:r>
      <w:r w:rsidR="00AB62E8">
        <w:t>9</w:t>
      </w:r>
      <w:r w:rsidR="004E206E">
        <w:t>54</w:t>
      </w:r>
      <w:r w:rsidR="00AB62E8">
        <w:t>/A/4</w:t>
      </w:r>
      <w:r w:rsidR="004E206E">
        <w:t>8</w:t>
      </w:r>
      <w:r w:rsidR="0017286B">
        <w:t xml:space="preserve"> hrsz, </w:t>
      </w:r>
      <w:r w:rsidR="007F48EC">
        <w:t xml:space="preserve">Jászberényi út </w:t>
      </w:r>
      <w:r w:rsidR="004E206E">
        <w:t>13-15-17</w:t>
      </w:r>
      <w:r w:rsidR="007F48EC">
        <w:t>.</w:t>
      </w:r>
      <w:r>
        <w:t xml:space="preserve"> szám</w:t>
      </w:r>
      <w:r w:rsidR="0017286B">
        <w:t xml:space="preserve"> alatti </w:t>
      </w:r>
      <w:r>
        <w:t>Társasházban</w:t>
      </w:r>
      <w:r w:rsidR="004A2B77">
        <w:t xml:space="preserve"> található </w:t>
      </w:r>
      <w:r w:rsidR="00AB62E8">
        <w:t>1</w:t>
      </w:r>
      <w:r w:rsidR="004E206E">
        <w:t>8</w:t>
      </w:r>
      <w:r w:rsidR="004A2B77">
        <w:t xml:space="preserve"> m</w:t>
      </w:r>
      <w:r w:rsidR="004A2B77">
        <w:rPr>
          <w:vertAlign w:val="superscript"/>
        </w:rPr>
        <w:t>2</w:t>
      </w:r>
      <w:r w:rsidR="004A2B77">
        <w:t xml:space="preserve"> alapterületű </w:t>
      </w:r>
      <w:r w:rsidR="004E206E">
        <w:t>tároló</w:t>
      </w:r>
      <w:r w:rsidR="007F48EC">
        <w:t>helyiség</w:t>
      </w:r>
      <w:r w:rsidR="004A2B77">
        <w:t xml:space="preserve"> (20</w:t>
      </w:r>
      <w:r w:rsidR="004E206E">
        <w:t>26</w:t>
      </w:r>
      <w:r w:rsidR="004A2B77">
        <w:t xml:space="preserve">. </w:t>
      </w:r>
      <w:r w:rsidR="004E206E">
        <w:t>május 31</w:t>
      </w:r>
      <w:r w:rsidR="004A2B77">
        <w:t>-</w:t>
      </w:r>
      <w:r w:rsidR="007F48EC">
        <w:t>é</w:t>
      </w:r>
      <w:r w:rsidR="004A2B77">
        <w:t>n jár le)</w:t>
      </w:r>
      <w:r w:rsidR="00AB62E8">
        <w:t>,</w:t>
      </w:r>
    </w:p>
    <w:p w14:paraId="4AD9BC9A" w14:textId="4C77B509" w:rsidR="00AB62E8" w:rsidRDefault="00023586" w:rsidP="0091637F">
      <w:pPr>
        <w:jc w:val="both"/>
      </w:pPr>
      <w:r>
        <w:t xml:space="preserve">Cegléd, belterület </w:t>
      </w:r>
      <w:r w:rsidR="004E206E">
        <w:t>963/9/A/64</w:t>
      </w:r>
      <w:r>
        <w:t xml:space="preserve"> hrsz, </w:t>
      </w:r>
      <w:r w:rsidR="004E206E">
        <w:t>Kossuth Ferenc u. 54</w:t>
      </w:r>
      <w:r>
        <w:t xml:space="preserve">. szám alatti Társasházban található </w:t>
      </w:r>
      <w:r w:rsidR="004E206E">
        <w:t xml:space="preserve">4. </w:t>
      </w:r>
      <w:r>
        <w:t xml:space="preserve"> számú, </w:t>
      </w:r>
      <w:r w:rsidR="004E206E">
        <w:t>21</w:t>
      </w:r>
      <w:r>
        <w:t xml:space="preserve"> m</w:t>
      </w:r>
      <w:r>
        <w:rPr>
          <w:vertAlign w:val="superscript"/>
        </w:rPr>
        <w:t>2</w:t>
      </w:r>
      <w:r>
        <w:t xml:space="preserve"> alapterületű garázshelyiség (20</w:t>
      </w:r>
      <w:r w:rsidR="004E206E">
        <w:t>26</w:t>
      </w:r>
      <w:r>
        <w:t xml:space="preserve">. </w:t>
      </w:r>
      <w:r w:rsidR="004E206E">
        <w:t>november</w:t>
      </w:r>
      <w:r>
        <w:t xml:space="preserve"> 30-án jár le),</w:t>
      </w:r>
    </w:p>
    <w:p w14:paraId="4DD08339" w14:textId="412AB32B" w:rsidR="00023586" w:rsidRDefault="00023586" w:rsidP="0091637F">
      <w:pPr>
        <w:jc w:val="both"/>
      </w:pPr>
      <w:r>
        <w:t xml:space="preserve">Cegléd, belterület </w:t>
      </w:r>
      <w:r w:rsidR="004E206E">
        <w:t>43</w:t>
      </w:r>
      <w:r>
        <w:t xml:space="preserve"> hrsz, </w:t>
      </w:r>
      <w:r w:rsidR="004E206E">
        <w:t>Kossuth tér 10</w:t>
      </w:r>
      <w:r>
        <w:t xml:space="preserve">. </w:t>
      </w:r>
      <w:r w:rsidR="00C461E9">
        <w:t xml:space="preserve">szám </w:t>
      </w:r>
      <w:r>
        <w:t xml:space="preserve">alatti </w:t>
      </w:r>
      <w:r w:rsidR="004E206E">
        <w:t>96 m</w:t>
      </w:r>
      <w:r>
        <w:rPr>
          <w:vertAlign w:val="superscript"/>
        </w:rPr>
        <w:t>2</w:t>
      </w:r>
      <w:r w:rsidR="004E206E">
        <w:rPr>
          <w:vertAlign w:val="superscript"/>
        </w:rPr>
        <w:t xml:space="preserve"> </w:t>
      </w:r>
      <w:r w:rsidR="004E206E">
        <w:t>alapterületű üzlethelyiség és a hozzá tartozó 35 m</w:t>
      </w:r>
      <w:r w:rsidR="004E206E">
        <w:rPr>
          <w:vertAlign w:val="superscript"/>
        </w:rPr>
        <w:t>2</w:t>
      </w:r>
      <w:r>
        <w:t xml:space="preserve"> </w:t>
      </w:r>
      <w:r w:rsidR="004E206E">
        <w:t>raktár</w:t>
      </w:r>
      <w:r>
        <w:t>helyiség</w:t>
      </w:r>
      <w:r w:rsidR="004E206E">
        <w:t xml:space="preserve"> (</w:t>
      </w:r>
      <w:proofErr w:type="spellStart"/>
      <w:r w:rsidR="004E206E">
        <w:t>Bake</w:t>
      </w:r>
      <w:proofErr w:type="spellEnd"/>
      <w:r w:rsidR="004E206E">
        <w:t xml:space="preserve"> </w:t>
      </w:r>
      <w:proofErr w:type="spellStart"/>
      <w:r w:rsidR="004E206E">
        <w:t>Away</w:t>
      </w:r>
      <w:proofErr w:type="spellEnd"/>
      <w:r w:rsidR="004E206E">
        <w:t xml:space="preserve"> kávézó és desszertbár)</w:t>
      </w:r>
      <w:r>
        <w:t xml:space="preserve"> (20</w:t>
      </w:r>
      <w:r w:rsidR="004E206E">
        <w:t>26</w:t>
      </w:r>
      <w:r>
        <w:t xml:space="preserve">. </w:t>
      </w:r>
      <w:r w:rsidR="004E206E">
        <w:t>már</w:t>
      </w:r>
      <w:r w:rsidR="00A7509A">
        <w:t>c</w:t>
      </w:r>
      <w:r w:rsidR="004E206E">
        <w:t>ius</w:t>
      </w:r>
      <w:r>
        <w:t xml:space="preserve"> 31-én jár le),</w:t>
      </w:r>
    </w:p>
    <w:p w14:paraId="3FC88756" w14:textId="1E7AF2BA" w:rsidR="00023586" w:rsidRDefault="00AE523E" w:rsidP="0091637F">
      <w:pPr>
        <w:jc w:val="both"/>
      </w:pPr>
      <w:r>
        <w:t>Cegléd, belterület 956/A/57 hrsz, Reggel u. 1. szám alatti Társasházban található 12.  számú, 17 m</w:t>
      </w:r>
      <w:r>
        <w:rPr>
          <w:vertAlign w:val="superscript"/>
        </w:rPr>
        <w:t>2</w:t>
      </w:r>
      <w:r>
        <w:t xml:space="preserve"> alapterületű garázshelyiség (2026. február 28-án jár le)</w:t>
      </w:r>
      <w:r w:rsidR="00023586">
        <w:t>,</w:t>
      </w:r>
    </w:p>
    <w:p w14:paraId="053466CB" w14:textId="3A3BE367" w:rsidR="00023586" w:rsidRDefault="00023586" w:rsidP="0091637F">
      <w:pPr>
        <w:jc w:val="both"/>
      </w:pPr>
      <w:r>
        <w:t xml:space="preserve">Cegléd, </w:t>
      </w:r>
      <w:r w:rsidR="00AE523E">
        <w:t>külterület</w:t>
      </w:r>
      <w:r>
        <w:t xml:space="preserve"> </w:t>
      </w:r>
      <w:r w:rsidR="00AE523E">
        <w:t>0987/45</w:t>
      </w:r>
      <w:r>
        <w:t xml:space="preserve"> hrsz, </w:t>
      </w:r>
      <w:r w:rsidR="00A7509A">
        <w:t xml:space="preserve">Törteli úti </w:t>
      </w:r>
      <w:r w:rsidR="00AE523E">
        <w:t>volt Dózsa György laktanya területén található raktársor 3. számú</w:t>
      </w:r>
      <w:r>
        <w:t>, 1</w:t>
      </w:r>
      <w:r w:rsidR="00AE523E">
        <w:t>00</w:t>
      </w:r>
      <w:r>
        <w:t xml:space="preserve"> m</w:t>
      </w:r>
      <w:r>
        <w:rPr>
          <w:vertAlign w:val="superscript"/>
        </w:rPr>
        <w:t>2</w:t>
      </w:r>
      <w:r>
        <w:t xml:space="preserve"> alapterületű </w:t>
      </w:r>
      <w:r w:rsidR="00AE523E">
        <w:t>raktár</w:t>
      </w:r>
      <w:r>
        <w:t>helyiség (20</w:t>
      </w:r>
      <w:r w:rsidR="00AE523E">
        <w:t>26</w:t>
      </w:r>
      <w:r>
        <w:t xml:space="preserve">. </w:t>
      </w:r>
      <w:r w:rsidR="00AE523E">
        <w:t>október 14</w:t>
      </w:r>
      <w:r>
        <w:t>-én jár le)</w:t>
      </w:r>
      <w:r w:rsidR="00AE523E">
        <w:t>.</w:t>
      </w:r>
    </w:p>
    <w:p w14:paraId="5091C0C8" w14:textId="77777777" w:rsidR="00AE523E" w:rsidRPr="00AA3468" w:rsidRDefault="00AE523E" w:rsidP="0091637F">
      <w:pPr>
        <w:jc w:val="both"/>
      </w:pPr>
    </w:p>
    <w:p w14:paraId="030C3245" w14:textId="77777777" w:rsidR="00857AF4" w:rsidRDefault="00AA3468" w:rsidP="00E81F46">
      <w:pPr>
        <w:jc w:val="both"/>
      </w:pPr>
      <w:r>
        <w:t>Kérem Tisztelt Képviselő-testületet a felsorolt Önkormányzati tulajdonban lévő ingatlanokkal kapcsolatban nyilatkozni szíveskedjenek arról, hogy nem tartanak rájuk igényt önkormányzati feladatok ellátásával vagy közérdekű célú felhasználással kapcsolatban.</w:t>
      </w:r>
    </w:p>
    <w:p w14:paraId="05F12676" w14:textId="77777777" w:rsidR="0091637F" w:rsidRDefault="0091637F" w:rsidP="0091637F">
      <w:pPr>
        <w:jc w:val="both"/>
      </w:pPr>
    </w:p>
    <w:p w14:paraId="0F5D227D" w14:textId="40C74E53" w:rsidR="00B61C92" w:rsidRDefault="0017286B" w:rsidP="0091637F">
      <w:pPr>
        <w:jc w:val="both"/>
      </w:pPr>
      <w:r w:rsidRPr="000A3B8B">
        <w:t xml:space="preserve">Jelen előterjesztést a </w:t>
      </w:r>
      <w:r w:rsidRPr="000A3B8B">
        <w:rPr>
          <w:b/>
        </w:rPr>
        <w:t>Gazdasági Bizottság</w:t>
      </w:r>
      <w:r w:rsidRPr="000A3B8B">
        <w:t xml:space="preserve"> tárgyalja, a bizottság</w:t>
      </w:r>
      <w:r w:rsidR="000C1A8A">
        <w:t>ok</w:t>
      </w:r>
      <w:r w:rsidRPr="000A3B8B">
        <w:t xml:space="preserve"> véleménye – jegyzőkönyvi kivonat formájában – a Képviselő-testület ülésén, helyben osztott anyagként kerül ismertetésre.</w:t>
      </w:r>
    </w:p>
    <w:p w14:paraId="0300C090" w14:textId="77777777" w:rsidR="004935E6" w:rsidRDefault="004935E6" w:rsidP="0091637F">
      <w:pPr>
        <w:jc w:val="both"/>
      </w:pPr>
    </w:p>
    <w:p w14:paraId="75481BB5" w14:textId="77777777" w:rsidR="00A7509A" w:rsidRDefault="00A7509A" w:rsidP="0091637F">
      <w:pPr>
        <w:jc w:val="both"/>
      </w:pPr>
    </w:p>
    <w:p w14:paraId="621393F5" w14:textId="77777777" w:rsidR="00A7509A" w:rsidRDefault="00A7509A" w:rsidP="0091637F">
      <w:pPr>
        <w:jc w:val="both"/>
      </w:pPr>
    </w:p>
    <w:p w14:paraId="7DFA5705" w14:textId="77777777" w:rsidR="00A7509A" w:rsidRDefault="00A7509A" w:rsidP="0091637F">
      <w:pPr>
        <w:jc w:val="both"/>
      </w:pPr>
    </w:p>
    <w:p w14:paraId="5B376C12" w14:textId="77777777" w:rsidR="00A2721C" w:rsidRDefault="00A2721C" w:rsidP="00A2721C">
      <w:pPr>
        <w:tabs>
          <w:tab w:val="left" w:pos="851"/>
        </w:tabs>
        <w:spacing w:before="120"/>
        <w:ind w:right="-1"/>
        <w:jc w:val="both"/>
      </w:pPr>
      <w:r>
        <w:lastRenderedPageBreak/>
        <w:t>A döntéshozatal</w:t>
      </w:r>
      <w:r>
        <w:rPr>
          <w:i/>
        </w:rPr>
        <w:t xml:space="preserve"> Magyarország helyi önkormányzatairól szóló 2011. évi CLXXXIX. törvény </w:t>
      </w:r>
      <w:r>
        <w:t>(Mötv.)</w:t>
      </w:r>
      <w:r>
        <w:rPr>
          <w:i/>
        </w:rPr>
        <w:t xml:space="preserve"> </w:t>
      </w:r>
      <w:r>
        <w:t xml:space="preserve">46. § (1) bekezdése alapján, a (2) bekezdésben foglaltakra figyelemmel </w:t>
      </w:r>
      <w:r>
        <w:rPr>
          <w:b/>
        </w:rPr>
        <w:t>nyilvános ülés</w:t>
      </w:r>
      <w:r>
        <w:t xml:space="preserve"> keretében, az Mötv. 50. § rendelkezései alapján - figyelemmel a KT. SzMSz 59. §-</w:t>
      </w:r>
      <w:proofErr w:type="spellStart"/>
      <w:r>
        <w:t>ában</w:t>
      </w:r>
      <w:proofErr w:type="spellEnd"/>
      <w:r>
        <w:t xml:space="preserve"> foglalt rendelkezésekre - </w:t>
      </w:r>
      <w:r>
        <w:rPr>
          <w:b/>
        </w:rPr>
        <w:t>egyszerű többségű</w:t>
      </w:r>
      <w:r>
        <w:t xml:space="preserve"> szavazati arányt igényel.</w:t>
      </w:r>
    </w:p>
    <w:p w14:paraId="37CE82FE" w14:textId="77777777" w:rsidR="00AC0366" w:rsidRDefault="00AC0366" w:rsidP="0091637F">
      <w:pPr>
        <w:jc w:val="both"/>
      </w:pPr>
    </w:p>
    <w:p w14:paraId="088413B5" w14:textId="77777777" w:rsidR="00C14644" w:rsidRDefault="00C14644" w:rsidP="00765FB1">
      <w:pPr>
        <w:jc w:val="both"/>
      </w:pPr>
    </w:p>
    <w:p w14:paraId="4DF4BA87" w14:textId="3FBBFE69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AE523E">
        <w:t>26</w:t>
      </w:r>
      <w:r w:rsidR="00A5105D">
        <w:t xml:space="preserve">. </w:t>
      </w:r>
      <w:r w:rsidR="0017286B">
        <w:t xml:space="preserve">január </w:t>
      </w:r>
      <w:r w:rsidR="00AE523E">
        <w:t>8</w:t>
      </w:r>
      <w:r w:rsidR="00A5105D">
        <w:t>.</w:t>
      </w:r>
    </w:p>
    <w:p w14:paraId="0A96FBC4" w14:textId="77777777" w:rsidR="00AC0366" w:rsidRDefault="00AC0366" w:rsidP="00765FB1">
      <w:pPr>
        <w:tabs>
          <w:tab w:val="left" w:pos="6480"/>
        </w:tabs>
        <w:jc w:val="both"/>
      </w:pPr>
    </w:p>
    <w:p w14:paraId="5D453790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43717358" w14:textId="77777777" w:rsidR="004A7521" w:rsidRPr="00041150" w:rsidRDefault="00765FB1" w:rsidP="00981F9E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polgármester</w:t>
      </w:r>
    </w:p>
    <w:p w14:paraId="7262BD40" w14:textId="77777777" w:rsidR="00B54CCC" w:rsidRDefault="00B54CCC" w:rsidP="00DC3B21">
      <w:pPr>
        <w:jc w:val="center"/>
        <w:rPr>
          <w:b/>
        </w:rPr>
      </w:pPr>
    </w:p>
    <w:p w14:paraId="510328A0" w14:textId="77777777" w:rsidR="00AC0366" w:rsidRDefault="00AC0366" w:rsidP="00DC3B21">
      <w:pPr>
        <w:jc w:val="center"/>
        <w:rPr>
          <w:b/>
        </w:rPr>
      </w:pPr>
    </w:p>
    <w:p w14:paraId="013A5D04" w14:textId="77777777" w:rsidR="00AC0366" w:rsidRDefault="00AC0366" w:rsidP="00DC3B21">
      <w:pPr>
        <w:jc w:val="center"/>
        <w:rPr>
          <w:b/>
        </w:rPr>
      </w:pPr>
    </w:p>
    <w:p w14:paraId="370F2298" w14:textId="77777777" w:rsidR="00483C95" w:rsidRDefault="0090783B" w:rsidP="00AC0366">
      <w:pPr>
        <w:jc w:val="center"/>
        <w:rPr>
          <w:b/>
        </w:rPr>
      </w:pPr>
      <w:r>
        <w:rPr>
          <w:b/>
        </w:rPr>
        <w:t xml:space="preserve">1. számú </w:t>
      </w:r>
      <w:r w:rsidR="00483C95" w:rsidRPr="00444F7B">
        <w:rPr>
          <w:b/>
        </w:rPr>
        <w:t>Határozati javaslat</w:t>
      </w:r>
    </w:p>
    <w:p w14:paraId="5AAEE747" w14:textId="77777777" w:rsidR="002E046E" w:rsidRDefault="002E046E" w:rsidP="002E046E">
      <w:pPr>
        <w:jc w:val="both"/>
        <w:rPr>
          <w:b/>
        </w:rPr>
      </w:pPr>
    </w:p>
    <w:p w14:paraId="02EB6DBB" w14:textId="77777777" w:rsidR="002E046E" w:rsidRDefault="00B36B42" w:rsidP="002E046E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1CDD57BB" w14:textId="77777777" w:rsidR="00857AF4" w:rsidRPr="00041150" w:rsidRDefault="00857AF4" w:rsidP="002E046E">
      <w:pPr>
        <w:suppressAutoHyphens/>
        <w:jc w:val="both"/>
      </w:pPr>
    </w:p>
    <w:p w14:paraId="727B6EA2" w14:textId="59DCF2F5" w:rsidR="002E046E" w:rsidRDefault="00003368" w:rsidP="002E046E">
      <w:pPr>
        <w:numPr>
          <w:ilvl w:val="0"/>
          <w:numId w:val="22"/>
        </w:numPr>
        <w:jc w:val="both"/>
      </w:pPr>
      <w:r>
        <w:t>Nem tart igényt</w:t>
      </w:r>
      <w:r w:rsidR="0090783B">
        <w:t xml:space="preserve"> Cegléd Város Önkormányzatának kizárólagos tulajdonában lévő </w:t>
      </w:r>
      <w:r w:rsidR="00AE523E">
        <w:t>Cegléd, belterület 127/A/1 hrsz</w:t>
      </w:r>
      <w:r w:rsidR="00A7509A">
        <w:t>-ú, természetben Cegléd,</w:t>
      </w:r>
      <w:r w:rsidR="00AE523E">
        <w:t xml:space="preserve"> Batthyány u. 18. szám alatti 99 m</w:t>
      </w:r>
      <w:r w:rsidR="00AE523E">
        <w:rPr>
          <w:vertAlign w:val="superscript"/>
        </w:rPr>
        <w:t>2</w:t>
      </w:r>
      <w:r w:rsidR="00AE523E">
        <w:t xml:space="preserve"> alapterületű üzlethelyiségére </w:t>
      </w:r>
      <w:r w:rsidR="0090783B">
        <w:t>önkormányzati közfeladatok ellátásával vagy közérdekű cé</w:t>
      </w:r>
      <w:r>
        <w:t xml:space="preserve">lú felhasználással kapcsolatban, </w:t>
      </w:r>
      <w:r w:rsidR="0090783B">
        <w:t>hozzájárul a bérleti szerződés lejárata esetén történő meghosszabbításhoz</w:t>
      </w:r>
      <w:r w:rsidR="00282183">
        <w:t>, vagy pályázat útján történő újbóli bérbeadásához.</w:t>
      </w:r>
    </w:p>
    <w:p w14:paraId="04503B8F" w14:textId="77777777" w:rsidR="002E046E" w:rsidRDefault="002E046E" w:rsidP="002E046E">
      <w:pPr>
        <w:ind w:left="720"/>
        <w:jc w:val="both"/>
      </w:pPr>
    </w:p>
    <w:p w14:paraId="1509966C" w14:textId="77777777" w:rsidR="002E046E" w:rsidRDefault="00DF5858" w:rsidP="002E046E">
      <w:pPr>
        <w:numPr>
          <w:ilvl w:val="0"/>
          <w:numId w:val="22"/>
        </w:numPr>
        <w:suppressAutoHyphens/>
        <w:jc w:val="both"/>
      </w:pPr>
      <w:r>
        <w:t>Utasítja</w:t>
      </w:r>
      <w:r w:rsidR="002E046E" w:rsidRPr="00041150">
        <w:t xml:space="preserve"> a VÁRVAG Nonprofit Kft</w:t>
      </w:r>
      <w:r w:rsidR="002E046E">
        <w:t xml:space="preserve">. </w:t>
      </w:r>
      <w:r w:rsidR="002E046E" w:rsidRPr="00041150">
        <w:t>-</w:t>
      </w:r>
      <w:r w:rsidR="002E046E">
        <w:t xml:space="preserve"> </w:t>
      </w:r>
      <w:r w:rsidR="002E046E" w:rsidRPr="00041150">
        <w:t>t, a szükséges intézkedések megtételére.</w:t>
      </w:r>
    </w:p>
    <w:p w14:paraId="2BDC6CED" w14:textId="77777777" w:rsidR="002E046E" w:rsidRPr="00041150" w:rsidRDefault="002E046E" w:rsidP="002E046E">
      <w:pPr>
        <w:suppressAutoHyphens/>
        <w:jc w:val="both"/>
      </w:pPr>
    </w:p>
    <w:p w14:paraId="424B82B6" w14:textId="77777777" w:rsidR="002E046E" w:rsidRDefault="002E046E" w:rsidP="002E046E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2A6FF5">
        <w:t xml:space="preserve"> </w:t>
      </w:r>
      <w:r>
        <w:t>Dr. Csáky András, polgármester</w:t>
      </w:r>
    </w:p>
    <w:p w14:paraId="65E245F3" w14:textId="77777777" w:rsidR="00AC0366" w:rsidRPr="0090783B" w:rsidRDefault="002E046E" w:rsidP="00ED6F02">
      <w:pPr>
        <w:jc w:val="both"/>
        <w:rPr>
          <w:b/>
        </w:rPr>
      </w:pPr>
      <w:r w:rsidRPr="00444F7B">
        <w:rPr>
          <w:b/>
        </w:rPr>
        <w:t xml:space="preserve"> </w:t>
      </w:r>
    </w:p>
    <w:p w14:paraId="34A26035" w14:textId="77777777" w:rsidR="0090783B" w:rsidRDefault="0090783B" w:rsidP="00ED6F02">
      <w:pPr>
        <w:jc w:val="both"/>
      </w:pPr>
    </w:p>
    <w:p w14:paraId="54519E6E" w14:textId="77777777" w:rsidR="007904CB" w:rsidRDefault="007904CB" w:rsidP="00ED6F02">
      <w:pPr>
        <w:jc w:val="both"/>
      </w:pPr>
    </w:p>
    <w:p w14:paraId="5A37BF3F" w14:textId="77777777" w:rsidR="00DF5858" w:rsidRDefault="00DF5858" w:rsidP="00DF5858">
      <w:pPr>
        <w:jc w:val="center"/>
        <w:rPr>
          <w:b/>
        </w:rPr>
      </w:pPr>
      <w:r>
        <w:rPr>
          <w:b/>
        </w:rPr>
        <w:t xml:space="preserve">2. számú </w:t>
      </w:r>
      <w:r w:rsidRPr="00444F7B">
        <w:rPr>
          <w:b/>
        </w:rPr>
        <w:t>Határozati javaslat</w:t>
      </w:r>
    </w:p>
    <w:p w14:paraId="27B0B333" w14:textId="77777777" w:rsidR="00DF5858" w:rsidRDefault="00DF5858" w:rsidP="00DF5858">
      <w:pPr>
        <w:jc w:val="both"/>
        <w:rPr>
          <w:b/>
        </w:rPr>
      </w:pPr>
    </w:p>
    <w:p w14:paraId="40D760CD" w14:textId="77777777" w:rsidR="00DF5858" w:rsidRDefault="00DF5858" w:rsidP="00DF5858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21A977EF" w14:textId="77777777" w:rsidR="00DF5858" w:rsidRPr="00041150" w:rsidRDefault="00DF5858" w:rsidP="00DF5858">
      <w:pPr>
        <w:suppressAutoHyphens/>
        <w:jc w:val="both"/>
      </w:pPr>
    </w:p>
    <w:p w14:paraId="7D6ACF08" w14:textId="126AA560" w:rsidR="00DF5858" w:rsidRDefault="00003368" w:rsidP="00DF5858">
      <w:pPr>
        <w:numPr>
          <w:ilvl w:val="0"/>
          <w:numId w:val="24"/>
        </w:numPr>
        <w:jc w:val="both"/>
      </w:pPr>
      <w:r>
        <w:t>Nem tart igényt</w:t>
      </w:r>
      <w:r w:rsidR="00DF5858">
        <w:t xml:space="preserve"> Cegléd Város Önkormányzatának kizárólagos tulajdonában lévő </w:t>
      </w:r>
      <w:r w:rsidR="00AE523E">
        <w:t>Cegléd, belterület 954/A/48 hrsz</w:t>
      </w:r>
      <w:r w:rsidR="00A7509A">
        <w:t>-ú</w:t>
      </w:r>
      <w:r w:rsidR="00AE523E">
        <w:t>,</w:t>
      </w:r>
      <w:r w:rsidR="00A7509A">
        <w:t xml:space="preserve"> természetben Cegléd,</w:t>
      </w:r>
      <w:r w:rsidR="00AE523E">
        <w:t xml:space="preserve"> Jászberényi út 13-15-17. szám alatti Társasházban található 18 m</w:t>
      </w:r>
      <w:r w:rsidR="00AE523E">
        <w:rPr>
          <w:vertAlign w:val="superscript"/>
        </w:rPr>
        <w:t>2</w:t>
      </w:r>
      <w:r w:rsidR="00AE523E">
        <w:t xml:space="preserve"> alapterületű tárolóhelyiség</w:t>
      </w:r>
      <w:r w:rsidR="00DF5858">
        <w:t>ére önkormányzati közfeladatok ellátásával vagy közérdekű célú felhasználással kapcsolatban, hozzájárul a bérleti szerződés lejárata esetén történő meghosszabbításhoz</w:t>
      </w:r>
      <w:r w:rsidR="00282183">
        <w:t>, vagy pályázat útján történő újbóli bérbeadásához</w:t>
      </w:r>
      <w:r w:rsidR="00DF5858">
        <w:t>.</w:t>
      </w:r>
    </w:p>
    <w:p w14:paraId="0595637D" w14:textId="77777777" w:rsidR="00DF5858" w:rsidRDefault="00DF5858" w:rsidP="00DF5858">
      <w:pPr>
        <w:ind w:left="720"/>
        <w:jc w:val="both"/>
      </w:pPr>
    </w:p>
    <w:p w14:paraId="4F16765F" w14:textId="77777777" w:rsidR="00DF5858" w:rsidRDefault="00DF5858" w:rsidP="00DF5858">
      <w:pPr>
        <w:numPr>
          <w:ilvl w:val="0"/>
          <w:numId w:val="24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2BC7EAB0" w14:textId="77777777" w:rsidR="00DF5858" w:rsidRPr="00041150" w:rsidRDefault="00DF5858" w:rsidP="00DF5858">
      <w:pPr>
        <w:suppressAutoHyphens/>
        <w:jc w:val="both"/>
      </w:pPr>
    </w:p>
    <w:p w14:paraId="2F83230D" w14:textId="77777777" w:rsidR="0090783B" w:rsidRPr="00041150" w:rsidRDefault="00DF5858" w:rsidP="00DF5858">
      <w:pPr>
        <w:tabs>
          <w:tab w:val="left" w:pos="4962"/>
        </w:tabs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2A6FF5">
        <w:t xml:space="preserve"> </w:t>
      </w:r>
      <w:r>
        <w:t>Dr. Csáky András, polgármester</w:t>
      </w:r>
    </w:p>
    <w:p w14:paraId="5B70E38D" w14:textId="4C61635A" w:rsidR="00E77A03" w:rsidRDefault="0090783B" w:rsidP="00E77A03">
      <w:pPr>
        <w:jc w:val="both"/>
        <w:rPr>
          <w:b/>
        </w:rPr>
      </w:pPr>
      <w:r w:rsidRPr="00041150">
        <w:rPr>
          <w:b/>
        </w:rPr>
        <w:tab/>
        <w:t xml:space="preserve">                         </w:t>
      </w:r>
    </w:p>
    <w:p w14:paraId="14C7B19B" w14:textId="77777777" w:rsidR="00C461E9" w:rsidRDefault="00C461E9" w:rsidP="00E77A03">
      <w:pPr>
        <w:jc w:val="both"/>
        <w:rPr>
          <w:b/>
        </w:rPr>
      </w:pPr>
    </w:p>
    <w:p w14:paraId="1CC86112" w14:textId="77777777" w:rsidR="00C461E9" w:rsidRDefault="00C461E9" w:rsidP="00E77A03">
      <w:pPr>
        <w:jc w:val="both"/>
        <w:rPr>
          <w:b/>
        </w:rPr>
      </w:pPr>
    </w:p>
    <w:p w14:paraId="1C981489" w14:textId="77777777" w:rsidR="00A7509A" w:rsidRDefault="00A7509A" w:rsidP="00E77A03">
      <w:pPr>
        <w:jc w:val="both"/>
        <w:rPr>
          <w:b/>
        </w:rPr>
      </w:pPr>
    </w:p>
    <w:p w14:paraId="2110DE3F" w14:textId="77777777" w:rsidR="00C461E9" w:rsidRDefault="00C461E9" w:rsidP="00E77A03">
      <w:pPr>
        <w:jc w:val="both"/>
      </w:pPr>
    </w:p>
    <w:p w14:paraId="74117334" w14:textId="77777777" w:rsidR="003458D3" w:rsidRDefault="003458D3" w:rsidP="00E77A03">
      <w:pPr>
        <w:jc w:val="both"/>
      </w:pPr>
    </w:p>
    <w:p w14:paraId="03747A7A" w14:textId="77777777" w:rsidR="003458D3" w:rsidRDefault="003458D3" w:rsidP="00E77A03">
      <w:pPr>
        <w:jc w:val="both"/>
      </w:pPr>
    </w:p>
    <w:p w14:paraId="14D66F5E" w14:textId="19F87BF1" w:rsidR="00E77A03" w:rsidRDefault="00E77A03" w:rsidP="00E77A03">
      <w:pPr>
        <w:jc w:val="center"/>
        <w:rPr>
          <w:b/>
        </w:rPr>
      </w:pPr>
      <w:r>
        <w:rPr>
          <w:b/>
        </w:rPr>
        <w:lastRenderedPageBreak/>
        <w:t xml:space="preserve">3. számú </w:t>
      </w:r>
      <w:r w:rsidRPr="00444F7B">
        <w:rPr>
          <w:b/>
        </w:rPr>
        <w:t>Határozati javaslat</w:t>
      </w:r>
    </w:p>
    <w:p w14:paraId="017B2625" w14:textId="77777777" w:rsidR="00E77A03" w:rsidRDefault="00E77A03" w:rsidP="00E77A03">
      <w:pPr>
        <w:jc w:val="both"/>
        <w:rPr>
          <w:b/>
        </w:rPr>
      </w:pPr>
    </w:p>
    <w:p w14:paraId="6C73075F" w14:textId="77777777" w:rsidR="00E77A03" w:rsidRDefault="00E77A03" w:rsidP="00E77A03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13EEAE9E" w14:textId="77777777" w:rsidR="00E77A03" w:rsidRPr="00041150" w:rsidRDefault="00E77A03" w:rsidP="00E77A03">
      <w:pPr>
        <w:suppressAutoHyphens/>
        <w:jc w:val="both"/>
      </w:pPr>
    </w:p>
    <w:p w14:paraId="46ADA004" w14:textId="31425FC4" w:rsidR="00E77A03" w:rsidRDefault="00E77A03" w:rsidP="00E77A03">
      <w:pPr>
        <w:numPr>
          <w:ilvl w:val="0"/>
          <w:numId w:val="32"/>
        </w:numPr>
        <w:jc w:val="both"/>
      </w:pPr>
      <w:r>
        <w:t xml:space="preserve">Nem tart igényt Cegléd Város Önkormányzatának kizárólagos tulajdonában lévő </w:t>
      </w:r>
      <w:r w:rsidR="00A7509A">
        <w:t>Cegléd, belterület 963/9/A/64 hrsz-ú, természetben Cegléd, Kossuth Ferenc u. 54. szám alatti Társasházban található 4.  számú, 21 m</w:t>
      </w:r>
      <w:r w:rsidR="00A7509A">
        <w:rPr>
          <w:vertAlign w:val="superscript"/>
        </w:rPr>
        <w:t>2</w:t>
      </w:r>
      <w:r w:rsidR="00A7509A">
        <w:t xml:space="preserve"> alapterületű garázshelyiség</w:t>
      </w:r>
      <w:r>
        <w:t>ére önkormányzati közfeladatok ellátásával vagy közérdekű célú felhasználással kapcsolatban, hozzájárul a bérleti szerződés lejárata esetén történő meghosszabbításhoz</w:t>
      </w:r>
      <w:r w:rsidR="00282183">
        <w:t>, vagy pályázat útján történő újbóli bérbeadásához</w:t>
      </w:r>
      <w:r>
        <w:t>.</w:t>
      </w:r>
    </w:p>
    <w:p w14:paraId="0DE09146" w14:textId="77777777" w:rsidR="00E77A03" w:rsidRDefault="00E77A03" w:rsidP="00E77A03">
      <w:pPr>
        <w:ind w:left="720"/>
        <w:jc w:val="both"/>
      </w:pPr>
    </w:p>
    <w:p w14:paraId="7B31D968" w14:textId="77777777" w:rsidR="00E77A03" w:rsidRDefault="00E77A03" w:rsidP="00E77A03">
      <w:pPr>
        <w:numPr>
          <w:ilvl w:val="0"/>
          <w:numId w:val="32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426E66B6" w14:textId="77777777" w:rsidR="00E77A03" w:rsidRPr="00041150" w:rsidRDefault="00E77A03" w:rsidP="00E77A03">
      <w:pPr>
        <w:suppressAutoHyphens/>
        <w:jc w:val="both"/>
      </w:pPr>
    </w:p>
    <w:p w14:paraId="20673EBE" w14:textId="77777777" w:rsidR="00E77A03" w:rsidRPr="00041150" w:rsidRDefault="00E77A03" w:rsidP="00E77A03">
      <w:pPr>
        <w:tabs>
          <w:tab w:val="left" w:pos="4962"/>
        </w:tabs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2A6FF5">
        <w:t xml:space="preserve"> </w:t>
      </w:r>
      <w:r>
        <w:t>Dr. Csáky András, polgármester</w:t>
      </w:r>
    </w:p>
    <w:p w14:paraId="660EFBFD" w14:textId="77777777" w:rsidR="00DF5858" w:rsidRDefault="00DF5858" w:rsidP="00ED6F02">
      <w:pPr>
        <w:jc w:val="both"/>
      </w:pPr>
    </w:p>
    <w:p w14:paraId="7A9E5E52" w14:textId="77777777" w:rsidR="007904CB" w:rsidRDefault="007904CB" w:rsidP="00ED6F02">
      <w:pPr>
        <w:jc w:val="both"/>
      </w:pPr>
    </w:p>
    <w:p w14:paraId="2895790F" w14:textId="77777777" w:rsidR="007904CB" w:rsidRDefault="007904CB" w:rsidP="00ED6F02">
      <w:pPr>
        <w:jc w:val="both"/>
      </w:pPr>
    </w:p>
    <w:p w14:paraId="406F0097" w14:textId="03388C15" w:rsidR="00C461E9" w:rsidRDefault="00C461E9" w:rsidP="00C461E9">
      <w:pPr>
        <w:jc w:val="center"/>
        <w:rPr>
          <w:b/>
        </w:rPr>
      </w:pPr>
      <w:r>
        <w:rPr>
          <w:b/>
        </w:rPr>
        <w:t xml:space="preserve">4. számú </w:t>
      </w:r>
      <w:r w:rsidRPr="00444F7B">
        <w:rPr>
          <w:b/>
        </w:rPr>
        <w:t>Határozati javaslat</w:t>
      </w:r>
    </w:p>
    <w:p w14:paraId="7D76699B" w14:textId="77777777" w:rsidR="00C461E9" w:rsidRDefault="00C461E9" w:rsidP="00C461E9">
      <w:pPr>
        <w:jc w:val="both"/>
        <w:rPr>
          <w:b/>
        </w:rPr>
      </w:pPr>
    </w:p>
    <w:p w14:paraId="42BE6DD3" w14:textId="77777777" w:rsidR="00C461E9" w:rsidRDefault="00C461E9" w:rsidP="00C461E9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1E87FDB6" w14:textId="77777777" w:rsidR="00C461E9" w:rsidRPr="00041150" w:rsidRDefault="00C461E9" w:rsidP="00C461E9">
      <w:pPr>
        <w:suppressAutoHyphens/>
        <w:jc w:val="both"/>
      </w:pPr>
    </w:p>
    <w:p w14:paraId="621D0296" w14:textId="0EE9FA0E" w:rsidR="00C461E9" w:rsidRDefault="00C461E9" w:rsidP="00C461E9">
      <w:pPr>
        <w:numPr>
          <w:ilvl w:val="0"/>
          <w:numId w:val="33"/>
        </w:numPr>
        <w:jc w:val="both"/>
      </w:pPr>
      <w:r>
        <w:t xml:space="preserve">Nem tart igényt Cegléd Város Önkormányzatának kizárólagos tulajdonában lévő </w:t>
      </w:r>
      <w:r w:rsidR="00A7509A">
        <w:t xml:space="preserve">Cegléd, belterület 43 hrsz-ú, természetben </w:t>
      </w:r>
      <w:r w:rsidR="00A7509A" w:rsidRPr="00DF4AEA">
        <w:t>Cegléd, Kossuth Tér 1</w:t>
      </w:r>
      <w:r w:rsidR="00A7509A">
        <w:t>0</w:t>
      </w:r>
      <w:r w:rsidR="00A7509A" w:rsidRPr="00DF4AEA">
        <w:t xml:space="preserve">. szám alatt található </w:t>
      </w:r>
      <w:r w:rsidR="00A7509A">
        <w:t>1208 m</w:t>
      </w:r>
      <w:r w:rsidR="00A7509A">
        <w:rPr>
          <w:vertAlign w:val="superscript"/>
        </w:rPr>
        <w:t>2</w:t>
      </w:r>
      <w:r w:rsidR="00A7509A">
        <w:t xml:space="preserve"> alapterületű </w:t>
      </w:r>
      <w:r w:rsidR="00A7509A" w:rsidRPr="00DF4AEA">
        <w:t xml:space="preserve">kivett </w:t>
      </w:r>
      <w:r w:rsidR="00A7509A">
        <w:t>áruház megnevezésű</w:t>
      </w:r>
      <w:r w:rsidR="00A7509A" w:rsidRPr="00DF4AEA">
        <w:t xml:space="preserve"> ingatlanból</w:t>
      </w:r>
      <w:r w:rsidR="00A7509A">
        <w:t>, 96 m</w:t>
      </w:r>
      <w:r w:rsidR="00A7509A">
        <w:rPr>
          <w:vertAlign w:val="superscript"/>
        </w:rPr>
        <w:t xml:space="preserve">2 </w:t>
      </w:r>
      <w:r w:rsidR="00A7509A">
        <w:t>alapterületű üzlethelyiségre és a hozzá tartozó 35 m</w:t>
      </w:r>
      <w:r w:rsidR="00A7509A">
        <w:rPr>
          <w:vertAlign w:val="superscript"/>
        </w:rPr>
        <w:t>2</w:t>
      </w:r>
      <w:r w:rsidR="00A7509A">
        <w:t xml:space="preserve"> raktárhelyiség</w:t>
      </w:r>
      <w:r>
        <w:t>ére önkormányzati közfeladatok ellátásával vagy közérdekű célú felhasználással kapcsolatban, hozzájárul a bérleti szerződés lejárata esetén történő meghosszabbításhoz</w:t>
      </w:r>
      <w:r w:rsidR="00282183">
        <w:t>, vagy pályázat útján történő újbóli bérbeadásához</w:t>
      </w:r>
      <w:r>
        <w:t>.</w:t>
      </w:r>
    </w:p>
    <w:p w14:paraId="0DF91BAC" w14:textId="77777777" w:rsidR="00C461E9" w:rsidRDefault="00C461E9" w:rsidP="00C461E9">
      <w:pPr>
        <w:ind w:left="720"/>
        <w:jc w:val="both"/>
      </w:pPr>
    </w:p>
    <w:p w14:paraId="28A74D88" w14:textId="77777777" w:rsidR="00C461E9" w:rsidRDefault="00C461E9" w:rsidP="00C461E9">
      <w:pPr>
        <w:numPr>
          <w:ilvl w:val="0"/>
          <w:numId w:val="33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35562F27" w14:textId="77777777" w:rsidR="00C461E9" w:rsidRPr="00041150" w:rsidRDefault="00C461E9" w:rsidP="00C461E9">
      <w:pPr>
        <w:suppressAutoHyphens/>
        <w:jc w:val="both"/>
      </w:pPr>
    </w:p>
    <w:p w14:paraId="465BAF5A" w14:textId="77777777" w:rsidR="00C461E9" w:rsidRPr="00041150" w:rsidRDefault="00C461E9" w:rsidP="00C461E9">
      <w:pPr>
        <w:tabs>
          <w:tab w:val="left" w:pos="4962"/>
        </w:tabs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2A6FF5">
        <w:t xml:space="preserve"> </w:t>
      </w:r>
      <w:r>
        <w:t>Dr. Csáky András, polgármester</w:t>
      </w:r>
    </w:p>
    <w:p w14:paraId="29FD94D7" w14:textId="77777777" w:rsidR="00C461E9" w:rsidRDefault="00C461E9" w:rsidP="00ED6F02">
      <w:pPr>
        <w:jc w:val="both"/>
      </w:pPr>
    </w:p>
    <w:p w14:paraId="4093EEB7" w14:textId="77777777" w:rsidR="00C461E9" w:rsidRDefault="00C461E9" w:rsidP="00ED6F02">
      <w:pPr>
        <w:jc w:val="both"/>
      </w:pPr>
    </w:p>
    <w:p w14:paraId="659BD82C" w14:textId="79B53A1E" w:rsidR="00C461E9" w:rsidRDefault="00C461E9" w:rsidP="00C461E9">
      <w:pPr>
        <w:jc w:val="center"/>
        <w:rPr>
          <w:b/>
        </w:rPr>
      </w:pPr>
      <w:r>
        <w:rPr>
          <w:b/>
        </w:rPr>
        <w:t xml:space="preserve">5. számú </w:t>
      </w:r>
      <w:r w:rsidRPr="00444F7B">
        <w:rPr>
          <w:b/>
        </w:rPr>
        <w:t>Határozati javaslat</w:t>
      </w:r>
    </w:p>
    <w:p w14:paraId="26C0EB2D" w14:textId="77777777" w:rsidR="00C461E9" w:rsidRDefault="00C461E9" w:rsidP="00C461E9">
      <w:pPr>
        <w:jc w:val="both"/>
        <w:rPr>
          <w:b/>
        </w:rPr>
      </w:pPr>
    </w:p>
    <w:p w14:paraId="520AD2FF" w14:textId="77777777" w:rsidR="00C461E9" w:rsidRDefault="00C461E9" w:rsidP="00C461E9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044D5C94" w14:textId="77777777" w:rsidR="00C461E9" w:rsidRPr="00041150" w:rsidRDefault="00C461E9" w:rsidP="00C461E9">
      <w:pPr>
        <w:suppressAutoHyphens/>
        <w:jc w:val="both"/>
      </w:pPr>
    </w:p>
    <w:p w14:paraId="26E5485F" w14:textId="008C6141" w:rsidR="00C461E9" w:rsidRDefault="00C461E9" w:rsidP="00C461E9">
      <w:pPr>
        <w:numPr>
          <w:ilvl w:val="0"/>
          <w:numId w:val="34"/>
        </w:numPr>
        <w:jc w:val="both"/>
      </w:pPr>
      <w:r>
        <w:t xml:space="preserve">Nem tart igényt Cegléd Város Önkormányzatának kizárólagos tulajdonában lévő </w:t>
      </w:r>
      <w:r w:rsidR="00A7509A">
        <w:t>Cegléd, belterület 956/A/57 hrsz-ú, természetben Cegléd, Reggel u. 1. szám alatti Társasházban található 12.  számú, 17 m</w:t>
      </w:r>
      <w:r w:rsidR="00A7509A">
        <w:rPr>
          <w:vertAlign w:val="superscript"/>
        </w:rPr>
        <w:t>2</w:t>
      </w:r>
      <w:r w:rsidR="00A7509A">
        <w:t xml:space="preserve"> alapterületű garázshelyiség</w:t>
      </w:r>
      <w:r>
        <w:t>ére önkormányzati közfeladatok ellátásával vagy közérdekű célú felhasználással kapcsolatban, hozzájárul a bérleti szerződés lejárata esetén történő meghosszabbításhoz</w:t>
      </w:r>
      <w:r w:rsidR="00282183">
        <w:t>, vagy pályázat útján történő újbóli bérbeadásához</w:t>
      </w:r>
      <w:r>
        <w:t>.</w:t>
      </w:r>
    </w:p>
    <w:p w14:paraId="45163D9A" w14:textId="77777777" w:rsidR="00C461E9" w:rsidRDefault="00C461E9" w:rsidP="00C461E9">
      <w:pPr>
        <w:ind w:left="720"/>
        <w:jc w:val="both"/>
      </w:pPr>
    </w:p>
    <w:p w14:paraId="014615AA" w14:textId="77777777" w:rsidR="00C461E9" w:rsidRDefault="00C461E9" w:rsidP="00C461E9">
      <w:pPr>
        <w:numPr>
          <w:ilvl w:val="0"/>
          <w:numId w:val="34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78B9D0A1" w14:textId="77777777" w:rsidR="00C461E9" w:rsidRPr="00041150" w:rsidRDefault="00C461E9" w:rsidP="00C461E9">
      <w:pPr>
        <w:suppressAutoHyphens/>
        <w:jc w:val="both"/>
      </w:pPr>
    </w:p>
    <w:p w14:paraId="0B85A156" w14:textId="77777777" w:rsidR="00C461E9" w:rsidRPr="00041150" w:rsidRDefault="00C461E9" w:rsidP="00C461E9">
      <w:pPr>
        <w:tabs>
          <w:tab w:val="left" w:pos="4962"/>
        </w:tabs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2A6FF5">
        <w:t xml:space="preserve"> </w:t>
      </w:r>
      <w:r>
        <w:t>Dr. Csáky András, polgármester</w:t>
      </w:r>
    </w:p>
    <w:p w14:paraId="6DBB8FB6" w14:textId="77777777" w:rsidR="00C461E9" w:rsidRDefault="00C461E9" w:rsidP="00ED6F02">
      <w:pPr>
        <w:jc w:val="both"/>
      </w:pPr>
    </w:p>
    <w:p w14:paraId="2FDB305F" w14:textId="77777777" w:rsidR="00C461E9" w:rsidRDefault="00C461E9" w:rsidP="00ED6F02">
      <w:pPr>
        <w:jc w:val="both"/>
      </w:pPr>
    </w:p>
    <w:p w14:paraId="71314F0A" w14:textId="77777777" w:rsidR="00C461E9" w:rsidRDefault="00C461E9" w:rsidP="00ED6F02">
      <w:pPr>
        <w:jc w:val="both"/>
      </w:pPr>
    </w:p>
    <w:p w14:paraId="2ABBCA8A" w14:textId="77777777" w:rsidR="00C461E9" w:rsidRDefault="00C461E9" w:rsidP="00ED6F02">
      <w:pPr>
        <w:jc w:val="both"/>
      </w:pPr>
    </w:p>
    <w:p w14:paraId="08209BA6" w14:textId="4DE212A9" w:rsidR="00C461E9" w:rsidRDefault="00C461E9" w:rsidP="00C461E9">
      <w:pPr>
        <w:jc w:val="center"/>
        <w:rPr>
          <w:b/>
        </w:rPr>
      </w:pPr>
      <w:r>
        <w:rPr>
          <w:b/>
        </w:rPr>
        <w:t xml:space="preserve">6. számú </w:t>
      </w:r>
      <w:r w:rsidRPr="00444F7B">
        <w:rPr>
          <w:b/>
        </w:rPr>
        <w:t>Határozati javaslat</w:t>
      </w:r>
    </w:p>
    <w:p w14:paraId="65FFD6F1" w14:textId="77777777" w:rsidR="00C461E9" w:rsidRDefault="00C461E9" w:rsidP="00C461E9">
      <w:pPr>
        <w:jc w:val="both"/>
        <w:rPr>
          <w:b/>
        </w:rPr>
      </w:pPr>
    </w:p>
    <w:p w14:paraId="22E5B8C4" w14:textId="77777777" w:rsidR="00C461E9" w:rsidRDefault="00C461E9" w:rsidP="00C461E9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61EDE92E" w14:textId="77777777" w:rsidR="00C461E9" w:rsidRPr="00041150" w:rsidRDefault="00C461E9" w:rsidP="00C461E9">
      <w:pPr>
        <w:suppressAutoHyphens/>
        <w:jc w:val="both"/>
      </w:pPr>
    </w:p>
    <w:p w14:paraId="7F176977" w14:textId="48199D2A" w:rsidR="00C461E9" w:rsidRDefault="00C461E9" w:rsidP="00C461E9">
      <w:pPr>
        <w:numPr>
          <w:ilvl w:val="0"/>
          <w:numId w:val="35"/>
        </w:numPr>
        <w:jc w:val="both"/>
      </w:pPr>
      <w:r>
        <w:t xml:space="preserve">Nem tart igényt Cegléd Város Önkormányzatának kizárólagos tulajdonában lévő </w:t>
      </w:r>
      <w:r w:rsidR="00A7509A">
        <w:t>Cegléd, külterület 0987/45 hrsz-ú, természetben Cegléd Törteli úti volt Dózsa György laktanya területén található, ingatlanon lévő raktársor 3. számú, 100 m</w:t>
      </w:r>
      <w:r w:rsidR="00A7509A">
        <w:rPr>
          <w:vertAlign w:val="superscript"/>
        </w:rPr>
        <w:t>2</w:t>
      </w:r>
      <w:r w:rsidR="00A7509A">
        <w:t xml:space="preserve"> alapterületű raktárhelyiség</w:t>
      </w:r>
      <w:r>
        <w:t>ére önkormányzati közfeladatok ellátásával vagy közérdekű célú felhasználással kapcsolatban, hozzájárul a bérleti szerződés lejárata esetén történő meghosszabbításhoz</w:t>
      </w:r>
      <w:r w:rsidR="00282183">
        <w:t>, vagy pályázat útján történő újbóli bérbeadásához</w:t>
      </w:r>
      <w:r>
        <w:t>.</w:t>
      </w:r>
    </w:p>
    <w:p w14:paraId="4035FFAE" w14:textId="77777777" w:rsidR="00C461E9" w:rsidRDefault="00C461E9" w:rsidP="00C461E9">
      <w:pPr>
        <w:ind w:left="720"/>
        <w:jc w:val="both"/>
      </w:pPr>
    </w:p>
    <w:p w14:paraId="729E7D04" w14:textId="77777777" w:rsidR="00C461E9" w:rsidRDefault="00C461E9" w:rsidP="00C461E9">
      <w:pPr>
        <w:numPr>
          <w:ilvl w:val="0"/>
          <w:numId w:val="35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452EF53E" w14:textId="77777777" w:rsidR="00C461E9" w:rsidRPr="00041150" w:rsidRDefault="00C461E9" w:rsidP="00C461E9">
      <w:pPr>
        <w:suppressAutoHyphens/>
        <w:jc w:val="both"/>
      </w:pPr>
    </w:p>
    <w:p w14:paraId="35832FDA" w14:textId="77777777" w:rsidR="00C461E9" w:rsidRPr="00041150" w:rsidRDefault="00C461E9" w:rsidP="00C461E9">
      <w:pPr>
        <w:tabs>
          <w:tab w:val="left" w:pos="4962"/>
        </w:tabs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2A6FF5">
        <w:t xml:space="preserve"> </w:t>
      </w:r>
      <w:r>
        <w:t>Dr. Csáky András, polgármester</w:t>
      </w:r>
    </w:p>
    <w:p w14:paraId="1B493405" w14:textId="19AF2DE0" w:rsidR="00E76F9F" w:rsidRPr="00041150" w:rsidRDefault="00E76F9F" w:rsidP="00E76F9F">
      <w:pPr>
        <w:tabs>
          <w:tab w:val="left" w:pos="4962"/>
        </w:tabs>
        <w:jc w:val="both"/>
      </w:pPr>
    </w:p>
    <w:p w14:paraId="0D65C5C4" w14:textId="77777777" w:rsidR="00E76F9F" w:rsidRDefault="00E76F9F" w:rsidP="00ED6F02">
      <w:pPr>
        <w:jc w:val="both"/>
      </w:pPr>
    </w:p>
    <w:p w14:paraId="336214A1" w14:textId="77777777" w:rsidR="00E76F9F" w:rsidRDefault="00E76F9F" w:rsidP="00ED6F02">
      <w:pPr>
        <w:jc w:val="both"/>
      </w:pPr>
    </w:p>
    <w:p w14:paraId="0952054D" w14:textId="77777777" w:rsidR="00ED6F02" w:rsidRPr="00B54CCC" w:rsidRDefault="00ED6F02" w:rsidP="00ED6F02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2AA20E13" w14:textId="77777777" w:rsidR="00482977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 xml:space="preserve">1. VÁRVAG Nonprofit Kft. Mótyán Krisztián ügyvezető </w:t>
      </w:r>
    </w:p>
    <w:p w14:paraId="2602C419" w14:textId="77777777" w:rsidR="00902141" w:rsidRPr="00B54CCC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5329BAB6" w14:textId="77777777" w:rsidR="00902141" w:rsidRPr="00B54CCC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02ECCAD6" w14:textId="77777777" w:rsidR="00ED6F02" w:rsidRPr="00B54CCC" w:rsidRDefault="00902141" w:rsidP="00902141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512E2ABD" w14:textId="77777777" w:rsidR="00AC0366" w:rsidRPr="00041150" w:rsidRDefault="00AC0366" w:rsidP="00ED6F02">
      <w:pPr>
        <w:jc w:val="both"/>
      </w:pPr>
    </w:p>
    <w:p w14:paraId="732A7AF0" w14:textId="77777777" w:rsidR="00ED6F02" w:rsidRPr="00041150" w:rsidRDefault="00ED6F02" w:rsidP="00ED6F02">
      <w:pPr>
        <w:jc w:val="both"/>
      </w:pPr>
      <w:r w:rsidRPr="00041150">
        <w:t>Láttam:</w:t>
      </w:r>
    </w:p>
    <w:p w14:paraId="3FBB37B5" w14:textId="77777777" w:rsidR="00AC0366" w:rsidRDefault="00AC0366" w:rsidP="00ED6F02">
      <w:pPr>
        <w:jc w:val="both"/>
      </w:pPr>
    </w:p>
    <w:p w14:paraId="0C54F199" w14:textId="77777777" w:rsidR="00ED6F02" w:rsidRPr="00041150" w:rsidRDefault="00ED6F02" w:rsidP="00B54CCC">
      <w:pPr>
        <w:ind w:right="5670"/>
        <w:jc w:val="center"/>
      </w:pPr>
      <w:r w:rsidRPr="00041150">
        <w:t>Dr. Diósgyőri Gitta</w:t>
      </w:r>
    </w:p>
    <w:p w14:paraId="31C54211" w14:textId="77777777" w:rsidR="00917AD6" w:rsidRPr="00041150" w:rsidRDefault="00BB718E" w:rsidP="00B54CCC">
      <w:pPr>
        <w:ind w:right="5670"/>
        <w:jc w:val="center"/>
      </w:pPr>
      <w:r>
        <w:t>címzetes</w:t>
      </w:r>
      <w:r w:rsidR="00ED6F02" w:rsidRPr="00041150">
        <w:t xml:space="preserve"> </w:t>
      </w:r>
      <w:r>
        <w:t>fő</w:t>
      </w:r>
      <w:r w:rsidR="00ED6F02" w:rsidRPr="00041150">
        <w:t>jegyző</w:t>
      </w:r>
    </w:p>
    <w:sectPr w:rsidR="00917AD6" w:rsidRPr="00041150" w:rsidSect="002E046E">
      <w:footerReference w:type="default" r:id="rId9"/>
      <w:pgSz w:w="11906" w:h="16838"/>
      <w:pgMar w:top="1418" w:right="1417" w:bottom="1418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F08BD" w14:textId="77777777" w:rsidR="00B01EE1" w:rsidRDefault="00B01EE1">
      <w:r>
        <w:separator/>
      </w:r>
    </w:p>
  </w:endnote>
  <w:endnote w:type="continuationSeparator" w:id="0">
    <w:p w14:paraId="7B3BD663" w14:textId="77777777" w:rsidR="00B01EE1" w:rsidRDefault="00B0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389F5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766C6">
      <w:rPr>
        <w:rStyle w:val="Oldalszm"/>
        <w:noProof/>
      </w:rPr>
      <w:t>5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766C6">
      <w:rPr>
        <w:rStyle w:val="Oldalszm"/>
        <w:noProof/>
      </w:rPr>
      <w:t>5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9C3E3" w14:textId="77777777" w:rsidR="00B01EE1" w:rsidRDefault="00B01EE1">
      <w:r>
        <w:separator/>
      </w:r>
    </w:p>
  </w:footnote>
  <w:footnote w:type="continuationSeparator" w:id="0">
    <w:p w14:paraId="5F268B8B" w14:textId="77777777" w:rsidR="00B01EE1" w:rsidRDefault="00B0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60D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85EF0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50A50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210AE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11CB6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440AC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64965F2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54FB8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27EFC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404E7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562DE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60219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20713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9421E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91217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7245C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300D9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"/>
  </w:num>
  <w:num w:numId="5">
    <w:abstractNumId w:val="34"/>
  </w:num>
  <w:num w:numId="6">
    <w:abstractNumId w:val="9"/>
  </w:num>
  <w:num w:numId="7">
    <w:abstractNumId w:val="3"/>
  </w:num>
  <w:num w:numId="8">
    <w:abstractNumId w:val="28"/>
  </w:num>
  <w:num w:numId="9">
    <w:abstractNumId w:val="21"/>
  </w:num>
  <w:num w:numId="10">
    <w:abstractNumId w:val="2"/>
  </w:num>
  <w:num w:numId="11">
    <w:abstractNumId w:val="4"/>
  </w:num>
  <w:num w:numId="12">
    <w:abstractNumId w:val="25"/>
  </w:num>
  <w:num w:numId="13">
    <w:abstractNumId w:val="8"/>
  </w:num>
  <w:num w:numId="14">
    <w:abstractNumId w:val="20"/>
  </w:num>
  <w:num w:numId="15">
    <w:abstractNumId w:val="18"/>
  </w:num>
  <w:num w:numId="16">
    <w:abstractNumId w:val="36"/>
  </w:num>
  <w:num w:numId="17">
    <w:abstractNumId w:val="29"/>
  </w:num>
  <w:num w:numId="18">
    <w:abstractNumId w:val="14"/>
  </w:num>
  <w:num w:numId="19">
    <w:abstractNumId w:val="32"/>
  </w:num>
  <w:num w:numId="20">
    <w:abstractNumId w:val="19"/>
  </w:num>
  <w:num w:numId="21">
    <w:abstractNumId w:val="35"/>
  </w:num>
  <w:num w:numId="22">
    <w:abstractNumId w:val="7"/>
  </w:num>
  <w:num w:numId="23">
    <w:abstractNumId w:val="16"/>
  </w:num>
  <w:num w:numId="24">
    <w:abstractNumId w:val="27"/>
  </w:num>
  <w:num w:numId="25">
    <w:abstractNumId w:val="15"/>
  </w:num>
  <w:num w:numId="26">
    <w:abstractNumId w:val="30"/>
  </w:num>
  <w:num w:numId="27">
    <w:abstractNumId w:val="10"/>
  </w:num>
  <w:num w:numId="28">
    <w:abstractNumId w:val="6"/>
  </w:num>
  <w:num w:numId="29">
    <w:abstractNumId w:val="0"/>
  </w:num>
  <w:num w:numId="30">
    <w:abstractNumId w:val="22"/>
  </w:num>
  <w:num w:numId="31">
    <w:abstractNumId w:val="31"/>
  </w:num>
  <w:num w:numId="32">
    <w:abstractNumId w:val="13"/>
  </w:num>
  <w:num w:numId="33">
    <w:abstractNumId w:val="33"/>
  </w:num>
  <w:num w:numId="34">
    <w:abstractNumId w:val="11"/>
  </w:num>
  <w:num w:numId="35">
    <w:abstractNumId w:val="17"/>
  </w:num>
  <w:num w:numId="36">
    <w:abstractNumId w:val="5"/>
  </w:num>
  <w:num w:numId="37">
    <w:abstractNumId w:val="24"/>
  </w:num>
  <w:num w:numId="38">
    <w:abstractNumId w:val="26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3368"/>
    <w:rsid w:val="000047F9"/>
    <w:rsid w:val="00005266"/>
    <w:rsid w:val="00006273"/>
    <w:rsid w:val="000118B2"/>
    <w:rsid w:val="0001366F"/>
    <w:rsid w:val="00020D2E"/>
    <w:rsid w:val="00021BF2"/>
    <w:rsid w:val="00023586"/>
    <w:rsid w:val="0003162C"/>
    <w:rsid w:val="00041150"/>
    <w:rsid w:val="00041CD3"/>
    <w:rsid w:val="0004548D"/>
    <w:rsid w:val="00045D3A"/>
    <w:rsid w:val="00047764"/>
    <w:rsid w:val="00063074"/>
    <w:rsid w:val="000654E4"/>
    <w:rsid w:val="00066791"/>
    <w:rsid w:val="000766C6"/>
    <w:rsid w:val="0008019B"/>
    <w:rsid w:val="000805C8"/>
    <w:rsid w:val="0008552F"/>
    <w:rsid w:val="00085ED0"/>
    <w:rsid w:val="00086711"/>
    <w:rsid w:val="00093DCC"/>
    <w:rsid w:val="00094061"/>
    <w:rsid w:val="000A3B9D"/>
    <w:rsid w:val="000A41CE"/>
    <w:rsid w:val="000B220B"/>
    <w:rsid w:val="000B7240"/>
    <w:rsid w:val="000C1A8A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304C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7A44"/>
    <w:rsid w:val="001507B7"/>
    <w:rsid w:val="00157186"/>
    <w:rsid w:val="00171FA2"/>
    <w:rsid w:val="0017286B"/>
    <w:rsid w:val="00175F93"/>
    <w:rsid w:val="0018145E"/>
    <w:rsid w:val="001929BC"/>
    <w:rsid w:val="00195676"/>
    <w:rsid w:val="001A17D8"/>
    <w:rsid w:val="001A7E57"/>
    <w:rsid w:val="001B2937"/>
    <w:rsid w:val="001C30A1"/>
    <w:rsid w:val="001D0E8D"/>
    <w:rsid w:val="001E01F1"/>
    <w:rsid w:val="001E3EF7"/>
    <w:rsid w:val="001F0A52"/>
    <w:rsid w:val="001F1A36"/>
    <w:rsid w:val="00200432"/>
    <w:rsid w:val="00215B1D"/>
    <w:rsid w:val="00220237"/>
    <w:rsid w:val="00224677"/>
    <w:rsid w:val="00227991"/>
    <w:rsid w:val="002345F5"/>
    <w:rsid w:val="00241E4D"/>
    <w:rsid w:val="00245956"/>
    <w:rsid w:val="00253ED6"/>
    <w:rsid w:val="00254F70"/>
    <w:rsid w:val="002616A2"/>
    <w:rsid w:val="00261AC5"/>
    <w:rsid w:val="00265E97"/>
    <w:rsid w:val="00266006"/>
    <w:rsid w:val="00266585"/>
    <w:rsid w:val="00274E22"/>
    <w:rsid w:val="00282183"/>
    <w:rsid w:val="002829F2"/>
    <w:rsid w:val="00283511"/>
    <w:rsid w:val="0028622D"/>
    <w:rsid w:val="00294FF4"/>
    <w:rsid w:val="002A434C"/>
    <w:rsid w:val="002A6FF5"/>
    <w:rsid w:val="002B4F4D"/>
    <w:rsid w:val="002D1A5B"/>
    <w:rsid w:val="002E046E"/>
    <w:rsid w:val="002E45AC"/>
    <w:rsid w:val="002F1629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26D47"/>
    <w:rsid w:val="00330447"/>
    <w:rsid w:val="003337F7"/>
    <w:rsid w:val="003371C8"/>
    <w:rsid w:val="0034284F"/>
    <w:rsid w:val="003458D3"/>
    <w:rsid w:val="003475D6"/>
    <w:rsid w:val="00351D3F"/>
    <w:rsid w:val="0037760E"/>
    <w:rsid w:val="0037762E"/>
    <w:rsid w:val="00380BCA"/>
    <w:rsid w:val="003917A7"/>
    <w:rsid w:val="00392AF9"/>
    <w:rsid w:val="003951EF"/>
    <w:rsid w:val="003971DC"/>
    <w:rsid w:val="003A358B"/>
    <w:rsid w:val="003A4C18"/>
    <w:rsid w:val="003B59DA"/>
    <w:rsid w:val="003C406D"/>
    <w:rsid w:val="003C44D2"/>
    <w:rsid w:val="003D26B2"/>
    <w:rsid w:val="003D6B44"/>
    <w:rsid w:val="003D7DFF"/>
    <w:rsid w:val="003E3469"/>
    <w:rsid w:val="003E63B6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563EE"/>
    <w:rsid w:val="00462F30"/>
    <w:rsid w:val="00465DDE"/>
    <w:rsid w:val="00472393"/>
    <w:rsid w:val="00474E36"/>
    <w:rsid w:val="004777BD"/>
    <w:rsid w:val="004814F9"/>
    <w:rsid w:val="00482977"/>
    <w:rsid w:val="00483C95"/>
    <w:rsid w:val="00485610"/>
    <w:rsid w:val="004935E6"/>
    <w:rsid w:val="0049506E"/>
    <w:rsid w:val="00495804"/>
    <w:rsid w:val="00495D6F"/>
    <w:rsid w:val="004A2B77"/>
    <w:rsid w:val="004A7521"/>
    <w:rsid w:val="004A7FFD"/>
    <w:rsid w:val="004B1C99"/>
    <w:rsid w:val="004B2FAA"/>
    <w:rsid w:val="004C3F02"/>
    <w:rsid w:val="004C5F03"/>
    <w:rsid w:val="004C71BC"/>
    <w:rsid w:val="004D18B4"/>
    <w:rsid w:val="004E0EE1"/>
    <w:rsid w:val="004E206E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2302"/>
    <w:rsid w:val="00545F89"/>
    <w:rsid w:val="00551409"/>
    <w:rsid w:val="00551744"/>
    <w:rsid w:val="00561BC3"/>
    <w:rsid w:val="00563A91"/>
    <w:rsid w:val="00564852"/>
    <w:rsid w:val="00585876"/>
    <w:rsid w:val="0058665E"/>
    <w:rsid w:val="0059612C"/>
    <w:rsid w:val="00596902"/>
    <w:rsid w:val="00597FFB"/>
    <w:rsid w:val="005B18C0"/>
    <w:rsid w:val="005B336D"/>
    <w:rsid w:val="005B4FC6"/>
    <w:rsid w:val="005C1FD6"/>
    <w:rsid w:val="005C2DAB"/>
    <w:rsid w:val="005D6A28"/>
    <w:rsid w:val="005E16DB"/>
    <w:rsid w:val="005E1968"/>
    <w:rsid w:val="005E5913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118F"/>
    <w:rsid w:val="006516BB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6F4D"/>
    <w:rsid w:val="006B71A4"/>
    <w:rsid w:val="006C003C"/>
    <w:rsid w:val="006C43FE"/>
    <w:rsid w:val="006D0C22"/>
    <w:rsid w:val="006D5EFD"/>
    <w:rsid w:val="006E21DC"/>
    <w:rsid w:val="006E2C7A"/>
    <w:rsid w:val="006E5DBF"/>
    <w:rsid w:val="006F268C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30413"/>
    <w:rsid w:val="00737124"/>
    <w:rsid w:val="00737493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904CB"/>
    <w:rsid w:val="00790ABB"/>
    <w:rsid w:val="00792E1F"/>
    <w:rsid w:val="00796A57"/>
    <w:rsid w:val="00797F9F"/>
    <w:rsid w:val="007A3F0B"/>
    <w:rsid w:val="007A54A4"/>
    <w:rsid w:val="007B0B74"/>
    <w:rsid w:val="007B3C79"/>
    <w:rsid w:val="007B6502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7F48EC"/>
    <w:rsid w:val="00803FA6"/>
    <w:rsid w:val="008119C2"/>
    <w:rsid w:val="00816AFC"/>
    <w:rsid w:val="00823235"/>
    <w:rsid w:val="00824A3A"/>
    <w:rsid w:val="00840F53"/>
    <w:rsid w:val="00845857"/>
    <w:rsid w:val="0085352E"/>
    <w:rsid w:val="00853C56"/>
    <w:rsid w:val="00854F62"/>
    <w:rsid w:val="00855F16"/>
    <w:rsid w:val="00857AF4"/>
    <w:rsid w:val="00863428"/>
    <w:rsid w:val="008669A7"/>
    <w:rsid w:val="008717C1"/>
    <w:rsid w:val="00873551"/>
    <w:rsid w:val="00873D48"/>
    <w:rsid w:val="008810F0"/>
    <w:rsid w:val="00881A41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0783B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24AD"/>
    <w:rsid w:val="00962E1F"/>
    <w:rsid w:val="00965F66"/>
    <w:rsid w:val="00975399"/>
    <w:rsid w:val="009755C4"/>
    <w:rsid w:val="00981465"/>
    <w:rsid w:val="00981F9E"/>
    <w:rsid w:val="009973BA"/>
    <w:rsid w:val="009A06D0"/>
    <w:rsid w:val="009A0ACA"/>
    <w:rsid w:val="009A34F0"/>
    <w:rsid w:val="009B1C0E"/>
    <w:rsid w:val="009B3850"/>
    <w:rsid w:val="009B6753"/>
    <w:rsid w:val="009C69F6"/>
    <w:rsid w:val="009D4E54"/>
    <w:rsid w:val="009D6864"/>
    <w:rsid w:val="009E0B1A"/>
    <w:rsid w:val="009E33C3"/>
    <w:rsid w:val="009E7968"/>
    <w:rsid w:val="009E7B88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21C"/>
    <w:rsid w:val="00A27458"/>
    <w:rsid w:val="00A31CB4"/>
    <w:rsid w:val="00A3711C"/>
    <w:rsid w:val="00A43555"/>
    <w:rsid w:val="00A45164"/>
    <w:rsid w:val="00A5105D"/>
    <w:rsid w:val="00A569AD"/>
    <w:rsid w:val="00A670E0"/>
    <w:rsid w:val="00A735F5"/>
    <w:rsid w:val="00A7486F"/>
    <w:rsid w:val="00A7509A"/>
    <w:rsid w:val="00A77296"/>
    <w:rsid w:val="00A86A5A"/>
    <w:rsid w:val="00A912C5"/>
    <w:rsid w:val="00A97CCE"/>
    <w:rsid w:val="00AA25A2"/>
    <w:rsid w:val="00AA3468"/>
    <w:rsid w:val="00AB0C40"/>
    <w:rsid w:val="00AB1E2C"/>
    <w:rsid w:val="00AB2081"/>
    <w:rsid w:val="00AB62E8"/>
    <w:rsid w:val="00AB7F9A"/>
    <w:rsid w:val="00AC0366"/>
    <w:rsid w:val="00AC2D9A"/>
    <w:rsid w:val="00AC7AE6"/>
    <w:rsid w:val="00AD1352"/>
    <w:rsid w:val="00AD7928"/>
    <w:rsid w:val="00AE523E"/>
    <w:rsid w:val="00AF0D98"/>
    <w:rsid w:val="00AF42C8"/>
    <w:rsid w:val="00B0175B"/>
    <w:rsid w:val="00B01EE1"/>
    <w:rsid w:val="00B027D5"/>
    <w:rsid w:val="00B07A65"/>
    <w:rsid w:val="00B17D6D"/>
    <w:rsid w:val="00B17DDF"/>
    <w:rsid w:val="00B30B4F"/>
    <w:rsid w:val="00B354F8"/>
    <w:rsid w:val="00B36B42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6071"/>
    <w:rsid w:val="00B95ADC"/>
    <w:rsid w:val="00B97C1A"/>
    <w:rsid w:val="00BA0FF2"/>
    <w:rsid w:val="00BA1FCE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D2EF8"/>
    <w:rsid w:val="00BD4122"/>
    <w:rsid w:val="00BD430E"/>
    <w:rsid w:val="00BD54E2"/>
    <w:rsid w:val="00BE1DB8"/>
    <w:rsid w:val="00BE4DE0"/>
    <w:rsid w:val="00BE5432"/>
    <w:rsid w:val="00BE60CA"/>
    <w:rsid w:val="00BF03CC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61E9"/>
    <w:rsid w:val="00C50BB8"/>
    <w:rsid w:val="00C63EA9"/>
    <w:rsid w:val="00C7586B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0B55"/>
    <w:rsid w:val="00CD3C53"/>
    <w:rsid w:val="00CD6830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41CC"/>
    <w:rsid w:val="00D77C7C"/>
    <w:rsid w:val="00D847CE"/>
    <w:rsid w:val="00D92B67"/>
    <w:rsid w:val="00D94AE0"/>
    <w:rsid w:val="00D95822"/>
    <w:rsid w:val="00D97560"/>
    <w:rsid w:val="00DB15A9"/>
    <w:rsid w:val="00DB3D8A"/>
    <w:rsid w:val="00DB50B6"/>
    <w:rsid w:val="00DB68D4"/>
    <w:rsid w:val="00DB7434"/>
    <w:rsid w:val="00DC17D8"/>
    <w:rsid w:val="00DC2235"/>
    <w:rsid w:val="00DC3B21"/>
    <w:rsid w:val="00DC3C93"/>
    <w:rsid w:val="00DC4A85"/>
    <w:rsid w:val="00DC58D3"/>
    <w:rsid w:val="00DD1046"/>
    <w:rsid w:val="00DD61BE"/>
    <w:rsid w:val="00DD6361"/>
    <w:rsid w:val="00DD6B03"/>
    <w:rsid w:val="00DE3C3F"/>
    <w:rsid w:val="00DF5858"/>
    <w:rsid w:val="00E01C79"/>
    <w:rsid w:val="00E05874"/>
    <w:rsid w:val="00E104EF"/>
    <w:rsid w:val="00E140EF"/>
    <w:rsid w:val="00E25F00"/>
    <w:rsid w:val="00E26D71"/>
    <w:rsid w:val="00E33AEC"/>
    <w:rsid w:val="00E43BFB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76F9F"/>
    <w:rsid w:val="00E77A03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3733"/>
    <w:rsid w:val="00F4131B"/>
    <w:rsid w:val="00F47DC7"/>
    <w:rsid w:val="00F57D32"/>
    <w:rsid w:val="00F63707"/>
    <w:rsid w:val="00F64873"/>
    <w:rsid w:val="00F654F2"/>
    <w:rsid w:val="00F731F6"/>
    <w:rsid w:val="00F75B4C"/>
    <w:rsid w:val="00F83B3A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526B"/>
    <w:rsid w:val="00FC53F1"/>
    <w:rsid w:val="00FC6029"/>
    <w:rsid w:val="00FC7D11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5A2500F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4</Pages>
  <Words>854</Words>
  <Characters>6291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2026-01-12T12:40:00Z</cp:lastPrinted>
  <dcterms:created xsi:type="dcterms:W3CDTF">2026-01-12T12:41:00Z</dcterms:created>
  <dcterms:modified xsi:type="dcterms:W3CDTF">2026-01-12T12:41:00Z</dcterms:modified>
</cp:coreProperties>
</file>